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21E" w:rsidRDefault="00D6421E" w:rsidP="00496CC6">
      <w:pPr>
        <w:tabs>
          <w:tab w:val="left" w:pos="567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13205A" w:rsidRDefault="00B17856" w:rsidP="00496CC6">
      <w:pPr>
        <w:tabs>
          <w:tab w:val="left" w:pos="567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__________________________________________________________ </w:t>
      </w:r>
      <w:r w:rsidRPr="00ED77F6">
        <w:rPr>
          <w:rFonts w:ascii="Verdana" w:hAnsi="Verdana"/>
          <w:sz w:val="20"/>
          <w:szCs w:val="20"/>
        </w:rPr>
        <w:t xml:space="preserve">nato a </w:t>
      </w:r>
      <w:r>
        <w:rPr>
          <w:rFonts w:ascii="Verdana" w:hAnsi="Verdana"/>
          <w:sz w:val="20"/>
          <w:szCs w:val="20"/>
        </w:rPr>
        <w:t xml:space="preserve">______________________________________________ </w:t>
      </w:r>
      <w:r w:rsidRPr="00ED77F6">
        <w:rPr>
          <w:rFonts w:ascii="Verdana" w:hAnsi="Verdana"/>
          <w:sz w:val="20"/>
          <w:szCs w:val="20"/>
        </w:rPr>
        <w:t>prov.</w:t>
      </w:r>
      <w:r>
        <w:rPr>
          <w:rFonts w:ascii="Verdana" w:hAnsi="Verdana"/>
          <w:sz w:val="20"/>
          <w:szCs w:val="20"/>
        </w:rPr>
        <w:t xml:space="preserve"> _______ </w:t>
      </w:r>
      <w:r w:rsidRPr="00ED77F6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 xml:space="preserve"> ___/___/______ e residente in _______________________________________________________________ </w:t>
      </w:r>
      <w:r w:rsidRPr="00ED77F6">
        <w:rPr>
          <w:rFonts w:ascii="Verdana" w:hAnsi="Verdana"/>
          <w:sz w:val="20"/>
          <w:szCs w:val="20"/>
        </w:rPr>
        <w:t xml:space="preserve">via </w:t>
      </w:r>
      <w:r>
        <w:rPr>
          <w:rFonts w:ascii="Verdana" w:hAnsi="Verdana"/>
          <w:sz w:val="20"/>
          <w:szCs w:val="20"/>
        </w:rPr>
        <w:t xml:space="preserve">________________________________________________ </w:t>
      </w:r>
      <w:r w:rsidRPr="00ED77F6">
        <w:rPr>
          <w:rFonts w:ascii="Verdana" w:hAnsi="Verdana"/>
          <w:sz w:val="20"/>
          <w:szCs w:val="20"/>
        </w:rPr>
        <w:t>n.</w:t>
      </w:r>
      <w:r>
        <w:rPr>
          <w:rFonts w:ascii="Verdana" w:hAnsi="Verdana"/>
          <w:sz w:val="20"/>
          <w:szCs w:val="20"/>
        </w:rPr>
        <w:t xml:space="preserve"> _______, </w:t>
      </w:r>
      <w:r w:rsidR="0013205A">
        <w:rPr>
          <w:rFonts w:ascii="Verdana" w:hAnsi="Verdana"/>
          <w:sz w:val="20"/>
          <w:szCs w:val="20"/>
        </w:rPr>
        <w:t xml:space="preserve">nella sua qualità di rappresentante legale/procuratore dell’operatore economico </w:t>
      </w:r>
      <w:r w:rsidR="0013205A" w:rsidRPr="00ED77F6">
        <w:rPr>
          <w:rFonts w:ascii="Verdana" w:hAnsi="Verdana"/>
          <w:sz w:val="20"/>
          <w:szCs w:val="20"/>
        </w:rPr>
        <w:t>___</w:t>
      </w:r>
      <w:r w:rsidR="0013205A">
        <w:rPr>
          <w:rFonts w:ascii="Verdana" w:hAnsi="Verdana"/>
          <w:sz w:val="20"/>
          <w:szCs w:val="20"/>
        </w:rPr>
        <w:t>____________________</w:t>
      </w:r>
      <w:r w:rsidR="0013205A" w:rsidRPr="00ED77F6">
        <w:rPr>
          <w:rFonts w:ascii="Verdana" w:hAnsi="Verdana"/>
          <w:sz w:val="20"/>
          <w:szCs w:val="20"/>
        </w:rPr>
        <w:t>____</w:t>
      </w:r>
      <w:r w:rsidR="0013205A">
        <w:rPr>
          <w:rFonts w:ascii="Verdana" w:hAnsi="Verdana"/>
          <w:sz w:val="20"/>
          <w:szCs w:val="20"/>
        </w:rPr>
        <w:t xml:space="preserve"> _______</w:t>
      </w:r>
      <w:r w:rsidR="0013205A" w:rsidRPr="00ED77F6">
        <w:rPr>
          <w:rFonts w:ascii="Verdana" w:hAnsi="Verdana"/>
          <w:sz w:val="20"/>
          <w:szCs w:val="20"/>
        </w:rPr>
        <w:t>_________________________</w:t>
      </w:r>
      <w:r w:rsidR="0013205A">
        <w:rPr>
          <w:rFonts w:ascii="Verdana" w:hAnsi="Verdana"/>
          <w:sz w:val="20"/>
          <w:szCs w:val="20"/>
        </w:rPr>
        <w:t>________________</w:t>
      </w:r>
      <w:r w:rsidR="0013205A" w:rsidRPr="00ED77F6">
        <w:rPr>
          <w:rFonts w:ascii="Verdana" w:hAnsi="Verdana"/>
          <w:sz w:val="20"/>
          <w:szCs w:val="20"/>
        </w:rPr>
        <w:t xml:space="preserve">__________ con sede legale in </w:t>
      </w:r>
      <w:r w:rsidR="0013205A">
        <w:rPr>
          <w:rFonts w:ascii="Verdana" w:hAnsi="Verdana"/>
          <w:sz w:val="20"/>
          <w:szCs w:val="20"/>
        </w:rPr>
        <w:t>___________________________________________________ v</w:t>
      </w:r>
      <w:r w:rsidR="0013205A" w:rsidRPr="00ED77F6">
        <w:rPr>
          <w:rFonts w:ascii="Verdana" w:hAnsi="Verdana"/>
          <w:sz w:val="20"/>
          <w:szCs w:val="20"/>
        </w:rPr>
        <w:t xml:space="preserve">ia </w:t>
      </w:r>
      <w:r w:rsidR="0013205A">
        <w:rPr>
          <w:rFonts w:ascii="Verdana" w:hAnsi="Verdana"/>
          <w:sz w:val="20"/>
          <w:szCs w:val="20"/>
        </w:rPr>
        <w:t xml:space="preserve">_____________________ ____________________________________ </w:t>
      </w:r>
      <w:r w:rsidR="0013205A" w:rsidRPr="00ED77F6">
        <w:rPr>
          <w:rFonts w:ascii="Verdana" w:hAnsi="Verdana"/>
          <w:sz w:val="20"/>
          <w:szCs w:val="20"/>
        </w:rPr>
        <w:t xml:space="preserve">n. </w:t>
      </w:r>
      <w:r w:rsidR="0013205A">
        <w:rPr>
          <w:rFonts w:ascii="Verdana" w:hAnsi="Verdana"/>
          <w:sz w:val="20"/>
          <w:szCs w:val="20"/>
        </w:rPr>
        <w:t>_______ C.F./P.I. ______________________ ______________________, legittimato ad impegnare il suddetto operatore economico</w:t>
      </w:r>
    </w:p>
    <w:p w:rsidR="0013205A" w:rsidRDefault="0013205A" w:rsidP="0013205A">
      <w:pPr>
        <w:tabs>
          <w:tab w:val="left" w:pos="567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 riferimento </w:t>
      </w:r>
      <w:r w:rsidR="009304B4">
        <w:rPr>
          <w:rFonts w:ascii="Verdana" w:hAnsi="Verdana"/>
          <w:sz w:val="20"/>
          <w:szCs w:val="20"/>
        </w:rPr>
        <w:t>alla presentazione</w:t>
      </w:r>
      <w:r>
        <w:rPr>
          <w:rFonts w:ascii="Verdana" w:hAnsi="Verdana"/>
          <w:sz w:val="20"/>
          <w:szCs w:val="20"/>
        </w:rPr>
        <w:t xml:space="preserve"> di </w:t>
      </w:r>
      <w:r w:rsidR="009304B4">
        <w:rPr>
          <w:rFonts w:ascii="Verdana" w:hAnsi="Verdana"/>
          <w:sz w:val="20"/>
          <w:szCs w:val="20"/>
        </w:rPr>
        <w:t>offerte</w:t>
      </w:r>
      <w:r>
        <w:rPr>
          <w:rFonts w:ascii="Verdana" w:hAnsi="Verdana"/>
          <w:sz w:val="20"/>
          <w:szCs w:val="20"/>
        </w:rPr>
        <w:t xml:space="preserve"> per l’affidamento del servizio di noleggio di pullman con conducente per uscite didattiche </w:t>
      </w:r>
      <w:r w:rsidR="003541A2">
        <w:rPr>
          <w:rFonts w:ascii="Verdana" w:hAnsi="Verdana"/>
          <w:sz w:val="20"/>
          <w:szCs w:val="20"/>
        </w:rPr>
        <w:t xml:space="preserve">di 1 giorno </w:t>
      </w:r>
      <w:r>
        <w:rPr>
          <w:rFonts w:ascii="Verdana" w:hAnsi="Verdana"/>
          <w:sz w:val="20"/>
          <w:szCs w:val="20"/>
        </w:rPr>
        <w:t>di codesto Istituto</w:t>
      </w:r>
      <w:r w:rsidR="009304B4">
        <w:rPr>
          <w:rFonts w:ascii="Verdana" w:hAnsi="Verdana"/>
          <w:sz w:val="20"/>
          <w:szCs w:val="20"/>
        </w:rPr>
        <w:t xml:space="preserve"> </w:t>
      </w:r>
      <w:proofErr w:type="spellStart"/>
      <w:r w:rsidR="009304B4">
        <w:rPr>
          <w:rFonts w:ascii="Verdana" w:hAnsi="Verdana"/>
          <w:sz w:val="20"/>
          <w:szCs w:val="20"/>
        </w:rPr>
        <w:t>a.s.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3541A2">
        <w:rPr>
          <w:rFonts w:ascii="Verdana" w:hAnsi="Verdana"/>
          <w:sz w:val="20"/>
          <w:szCs w:val="20"/>
        </w:rPr>
        <w:t>20</w:t>
      </w:r>
      <w:r w:rsidR="005864EA">
        <w:rPr>
          <w:rFonts w:ascii="Verdana" w:hAnsi="Verdana"/>
          <w:sz w:val="20"/>
          <w:szCs w:val="20"/>
        </w:rPr>
        <w:t>22</w:t>
      </w:r>
      <w:r w:rsidR="003541A2">
        <w:rPr>
          <w:rFonts w:ascii="Verdana" w:hAnsi="Verdana"/>
          <w:sz w:val="20"/>
          <w:szCs w:val="20"/>
        </w:rPr>
        <w:t>/20</w:t>
      </w:r>
      <w:r w:rsidR="005864EA">
        <w:rPr>
          <w:rFonts w:ascii="Verdana" w:hAnsi="Verdana"/>
          <w:sz w:val="20"/>
          <w:szCs w:val="20"/>
        </w:rPr>
        <w:t>23</w:t>
      </w:r>
      <w:r w:rsidR="003541A2">
        <w:rPr>
          <w:rFonts w:ascii="Verdana" w:hAnsi="Verdana"/>
          <w:sz w:val="20"/>
          <w:szCs w:val="20"/>
        </w:rPr>
        <w:t>,</w:t>
      </w:r>
    </w:p>
    <w:p w:rsidR="0013205A" w:rsidRPr="0013205A" w:rsidRDefault="0013205A" w:rsidP="0013205A">
      <w:pPr>
        <w:tabs>
          <w:tab w:val="left" w:pos="5670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 la seguente offerta economica:</w:t>
      </w: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009"/>
        <w:gridCol w:w="2410"/>
        <w:gridCol w:w="1117"/>
        <w:gridCol w:w="1134"/>
        <w:gridCol w:w="992"/>
        <w:gridCol w:w="2126"/>
      </w:tblGrid>
      <w:tr w:rsidR="00695CFE" w:rsidRPr="00695CFE" w:rsidTr="00D6421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13205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Plesso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META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ORARIO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N. 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lunni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N</w:t>
            </w: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</w:t>
            </w: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. </w:t>
            </w:r>
            <w:proofErr w:type="spellStart"/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Acc</w:t>
            </w: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ri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FE" w:rsidRPr="00695CFE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Importo offerto</w:t>
            </w:r>
          </w:p>
        </w:tc>
      </w:tr>
      <w:tr w:rsidR="003541A2" w:rsidRPr="003352DC" w:rsidTr="00D6421E">
        <w:trPr>
          <w:trHeight w:val="85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3541A2" w:rsidP="00D759E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secondaria di Codroipo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864EA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04/04/2023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EA" w:rsidRPr="005864EA" w:rsidRDefault="005864EA" w:rsidP="005864EA">
            <w:pP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CARSO GORIZIANO: </w:t>
            </w:r>
            <w:r w:rsidRPr="005864E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Sacrario di Redipuglia, San Martino del Carso, Monte San Michele</w:t>
            </w:r>
          </w:p>
          <w:p w:rsidR="003541A2" w:rsidRPr="003352DC" w:rsidRDefault="003541A2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B07410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8.15 - 17.15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B07410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864EA" w:rsidP="00E413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3541A2" w:rsidRPr="003352DC" w:rsidTr="00D6421E">
        <w:trPr>
          <w:trHeight w:val="74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B07410" w:rsidP="00B0741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secondaria di Codroipo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B07410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</w:t>
            </w:r>
            <w:r w:rsidR="00AA460C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9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/04/20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B07410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ALPI </w:t>
            </w:r>
            <w:proofErr w:type="gram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GIULIE :</w:t>
            </w:r>
            <w:proofErr w:type="gram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Val Resia </w:t>
            </w:r>
            <w:r w:rsidR="005864E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–</w:t>
            </w:r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 w:rsidR="005864E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Stolvizza-</w:t>
            </w:r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Sentiero naturalistico "</w:t>
            </w:r>
            <w:proofErr w:type="spell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Ta</w:t>
            </w:r>
            <w:proofErr w:type="spell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Lipa</w:t>
            </w:r>
            <w:proofErr w:type="spell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Pot</w:t>
            </w:r>
            <w:proofErr w:type="spell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"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B07410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8.15 - 17.15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864EA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864EA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3541A2" w:rsidRPr="003352DC" w:rsidTr="00D6421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A2" w:rsidRPr="003352DC" w:rsidRDefault="00B07410" w:rsidP="0013205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Scuola secondaria di </w:t>
            </w:r>
            <w:r w:rsidR="005864E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Varmo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B07410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</w:t>
            </w:r>
            <w:r w:rsidR="005864E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/04/20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5864EA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ALPI </w:t>
            </w:r>
            <w:proofErr w:type="gram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GIULIE :</w:t>
            </w:r>
            <w:proofErr w:type="gram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Val Resia 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–</w:t>
            </w:r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Stolvizza-</w:t>
            </w:r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Sentiero naturalistico "</w:t>
            </w:r>
            <w:proofErr w:type="spell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Ta</w:t>
            </w:r>
            <w:proofErr w:type="spell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Lipa</w:t>
            </w:r>
            <w:proofErr w:type="spell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Pot</w:t>
            </w:r>
            <w:proofErr w:type="spellEnd"/>
            <w:r w:rsidRP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"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B07410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8.15 - 17.15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864EA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864EA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3541A2" w:rsidRPr="003352DC" w:rsidTr="00D6421E">
        <w:trPr>
          <w:trHeight w:val="78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A2" w:rsidRPr="003352DC" w:rsidRDefault="00B07410" w:rsidP="0013205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secondaria di Codroipo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28</w:t>
            </w:r>
            <w:r w:rsidR="00B0741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/04/20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E413FD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DOLOMITI FRIULANE: Riserva del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Prescudin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, Lago di Barcis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981F40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8.15 - 17.15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F40" w:rsidRPr="003352DC" w:rsidRDefault="00E413FD" w:rsidP="00981F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981F40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3541A2" w:rsidRPr="003352DC" w:rsidTr="00D6421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A2" w:rsidRPr="003352DC" w:rsidRDefault="00981F40" w:rsidP="0013205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Scuole secondarie di </w:t>
            </w:r>
            <w:r w:rsidR="00E413F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Codroipo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981F40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/05/20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AA460C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ALPI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GIULIE :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Laghi di F</w:t>
            </w:r>
            <w:r w:rsidRPr="00981F4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usine - Rifugio Zacchi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981F40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</w:t>
            </w:r>
            <w:r w:rsidR="005A3275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-</w:t>
            </w:r>
            <w:r w:rsidR="005A3275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3541A2" w:rsidRPr="003352DC" w:rsidTr="00D6421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A2" w:rsidRPr="003352DC" w:rsidRDefault="005A3275" w:rsidP="0013205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secondaria di Codroipo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A3275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/05/20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5A3275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ALPI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GIULIE :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Laghi di F</w:t>
            </w:r>
            <w:r w:rsidR="00981F40" w:rsidRPr="00981F40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usine - Rifugio Zacchi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A3275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8.15 - 17.15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3541A2" w:rsidRPr="003352DC" w:rsidTr="00D6421E">
        <w:trPr>
          <w:trHeight w:val="52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A2" w:rsidRPr="003352DC" w:rsidRDefault="005A3275" w:rsidP="0013205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secondaria di Codroipo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08</w:t>
            </w:r>
            <w:r w:rsidR="005A3275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/05/20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E413FD" w:rsidP="003352DC">
            <w:pPr>
              <w:pStyle w:val="Puntoelenco"/>
              <w:numPr>
                <w:ilvl w:val="0"/>
                <w:numId w:val="0"/>
              </w:numPr>
              <w:rPr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DOLOMITI FRIULANE:</w:t>
            </w:r>
            <w:r w:rsidR="00AA460C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Rifugio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Giaf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, Forte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Miaron,Sorgenti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del Tagliamento, Forni di Sopra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A3275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8.15 - 17.15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3541A2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 w:rsidRPr="003352DC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3541A2" w:rsidRPr="003352DC" w:rsidTr="00D6421E">
        <w:trPr>
          <w:trHeight w:val="6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1A2" w:rsidRPr="003352DC" w:rsidRDefault="005E05D7" w:rsidP="00981F4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secondaria di Codroipo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5E05D7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/05/20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5E05D7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 w:rsidRPr="005E05D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ALPI </w:t>
            </w:r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CARNICHE: </w:t>
            </w:r>
            <w:proofErr w:type="spellStart"/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Pierabec</w:t>
            </w:r>
            <w:proofErr w:type="spellEnd"/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(sorgenti Goccia di Carnia), Malghe </w:t>
            </w:r>
            <w:proofErr w:type="spellStart"/>
            <w:r w:rsidR="00E413F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Fleons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1A2" w:rsidRPr="003352DC" w:rsidRDefault="005E05D7" w:rsidP="003352D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8.15 - 17.15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1A2" w:rsidRPr="003352DC" w:rsidRDefault="00E413FD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1A2" w:rsidRPr="003352DC" w:rsidRDefault="003541A2" w:rsidP="002C186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</w:tbl>
    <w:p w:rsidR="00151AFB" w:rsidRPr="00695CFE" w:rsidRDefault="00695CFE" w:rsidP="00B17856">
      <w:pPr>
        <w:spacing w:before="60" w:after="60" w:line="240" w:lineRule="auto"/>
        <w:jc w:val="center"/>
        <w:rPr>
          <w:rFonts w:ascii="Verdana" w:hAnsi="Verdana" w:cs="Arial"/>
          <w:sz w:val="20"/>
          <w:szCs w:val="20"/>
        </w:rPr>
      </w:pPr>
      <w:r w:rsidRPr="00695CFE">
        <w:rPr>
          <w:rFonts w:ascii="Verdana" w:hAnsi="Verdana" w:cs="Arial"/>
          <w:sz w:val="20"/>
          <w:szCs w:val="20"/>
        </w:rPr>
        <w:t xml:space="preserve">per un totale complessivo di </w:t>
      </w:r>
    </w:p>
    <w:tbl>
      <w:tblPr>
        <w:tblStyle w:val="Grigliatabella"/>
        <w:tblW w:w="10065" w:type="dxa"/>
        <w:tblInd w:w="108" w:type="dxa"/>
        <w:tblLook w:val="04A0" w:firstRow="1" w:lastRow="0" w:firstColumn="1" w:lastColumn="0" w:noHBand="0" w:noVBand="1"/>
      </w:tblPr>
      <w:tblGrid>
        <w:gridCol w:w="2977"/>
        <w:gridCol w:w="7088"/>
      </w:tblGrid>
      <w:tr w:rsidR="00695CFE" w:rsidRPr="00695CFE" w:rsidTr="00D759EA">
        <w:tc>
          <w:tcPr>
            <w:tcW w:w="2977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CFE">
              <w:rPr>
                <w:rFonts w:ascii="Arial" w:hAnsi="Arial" w:cs="Arial"/>
                <w:b/>
                <w:sz w:val="20"/>
                <w:szCs w:val="20"/>
              </w:rPr>
              <w:t>In cifre</w:t>
            </w:r>
          </w:p>
        </w:tc>
        <w:tc>
          <w:tcPr>
            <w:tcW w:w="7088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CFE">
              <w:rPr>
                <w:rFonts w:ascii="Arial" w:hAnsi="Arial" w:cs="Arial"/>
                <w:b/>
                <w:sz w:val="20"/>
                <w:szCs w:val="20"/>
              </w:rPr>
              <w:t>In lettere</w:t>
            </w:r>
          </w:p>
        </w:tc>
      </w:tr>
      <w:tr w:rsidR="00695CFE" w:rsidRPr="00695CFE" w:rsidTr="00D759EA">
        <w:tc>
          <w:tcPr>
            <w:tcW w:w="2977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CFE">
              <w:rPr>
                <w:rFonts w:ascii="Arial" w:hAnsi="Arial" w:cs="Arial"/>
                <w:sz w:val="20"/>
                <w:szCs w:val="20"/>
              </w:rPr>
              <w:t>€ _________________,____</w:t>
            </w:r>
          </w:p>
        </w:tc>
        <w:tc>
          <w:tcPr>
            <w:tcW w:w="7088" w:type="dxa"/>
          </w:tcPr>
          <w:p w:rsidR="00695CFE" w:rsidRPr="00695CFE" w:rsidRDefault="00695CFE" w:rsidP="00695CF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95CFE">
              <w:rPr>
                <w:rFonts w:ascii="Arial" w:hAnsi="Arial" w:cs="Arial"/>
                <w:sz w:val="20"/>
                <w:szCs w:val="20"/>
              </w:rPr>
              <w:t>€ ____________________________________________________/____</w:t>
            </w:r>
          </w:p>
        </w:tc>
      </w:tr>
    </w:tbl>
    <w:p w:rsidR="00567116" w:rsidRDefault="00F56CA7" w:rsidP="00567116">
      <w:pPr>
        <w:tabs>
          <w:tab w:val="left" w:pos="5670"/>
        </w:tabs>
        <w:spacing w:before="24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B17856" w:rsidRPr="006514EF">
        <w:rPr>
          <w:rFonts w:ascii="Verdana" w:hAnsi="Verdana"/>
          <w:sz w:val="20"/>
          <w:szCs w:val="20"/>
        </w:rPr>
        <w:t>uogo e data, _____________________________</w:t>
      </w:r>
    </w:p>
    <w:p w:rsidR="00567116" w:rsidRDefault="007A3046" w:rsidP="00567116">
      <w:pPr>
        <w:tabs>
          <w:tab w:val="left" w:pos="5670"/>
        </w:tabs>
        <w:spacing w:before="240" w:after="120"/>
        <w:jc w:val="right"/>
        <w:rPr>
          <w:rFonts w:ascii="Verdana" w:hAnsi="Verdana"/>
          <w:sz w:val="20"/>
          <w:szCs w:val="20"/>
        </w:rPr>
      </w:pPr>
      <w:r w:rsidRPr="006514EF">
        <w:rPr>
          <w:rFonts w:ascii="Verdana" w:hAnsi="Verdana"/>
          <w:sz w:val="20"/>
          <w:szCs w:val="20"/>
        </w:rPr>
        <w:t>Timbro e firma del Legale Rappresentante/Procuratore</w:t>
      </w:r>
    </w:p>
    <w:p w:rsidR="00FC17E7" w:rsidRDefault="007A3046" w:rsidP="00567116">
      <w:pPr>
        <w:tabs>
          <w:tab w:val="left" w:pos="5670"/>
        </w:tabs>
        <w:spacing w:before="240" w:after="120"/>
        <w:jc w:val="right"/>
        <w:rPr>
          <w:rFonts w:ascii="Verdana" w:hAnsi="Verdana"/>
          <w:sz w:val="20"/>
          <w:szCs w:val="20"/>
        </w:rPr>
      </w:pPr>
      <w:r w:rsidRPr="006514EF">
        <w:rPr>
          <w:rFonts w:ascii="Verdana" w:hAnsi="Verdana"/>
          <w:sz w:val="20"/>
          <w:szCs w:val="20"/>
        </w:rPr>
        <w:t>__________________________________</w:t>
      </w:r>
    </w:p>
    <w:p w:rsidR="00FC17E7" w:rsidRPr="00FC17E7" w:rsidRDefault="00FC17E7" w:rsidP="00FC17E7">
      <w:pPr>
        <w:pStyle w:val="Paragrafoelenco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/>
          <w:b/>
          <w:sz w:val="16"/>
          <w:szCs w:val="16"/>
        </w:rPr>
      </w:pPr>
      <w:r w:rsidRPr="00FC17E7">
        <w:rPr>
          <w:rFonts w:asciiTheme="minorHAnsi" w:hAnsiTheme="minorHAnsi"/>
          <w:b/>
          <w:sz w:val="16"/>
          <w:szCs w:val="16"/>
        </w:rPr>
        <w:t xml:space="preserve">N.B. I prezzi devono </w:t>
      </w:r>
      <w:proofErr w:type="gramStart"/>
      <w:r w:rsidRPr="00FC17E7">
        <w:rPr>
          <w:rFonts w:asciiTheme="minorHAnsi" w:hAnsiTheme="minorHAnsi"/>
          <w:b/>
          <w:sz w:val="16"/>
          <w:szCs w:val="16"/>
        </w:rPr>
        <w:t>essere  comprensivi</w:t>
      </w:r>
      <w:proofErr w:type="gramEnd"/>
      <w:r w:rsidRPr="00FC17E7">
        <w:rPr>
          <w:rFonts w:asciiTheme="minorHAnsi" w:hAnsiTheme="minorHAnsi"/>
          <w:b/>
          <w:sz w:val="16"/>
          <w:szCs w:val="16"/>
        </w:rPr>
        <w:t xml:space="preserve">  di eventuali spese di parcheggio, di pedaggi e del costo per la ZTL, ove richiesto. </w:t>
      </w:r>
    </w:p>
    <w:p w:rsidR="00F56CA7" w:rsidRPr="00FC17E7" w:rsidRDefault="00FC17E7" w:rsidP="00FC17E7">
      <w:pPr>
        <w:pStyle w:val="Paragrafoelenco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FC17E7">
        <w:rPr>
          <w:rFonts w:asciiTheme="minorHAnsi" w:hAnsiTheme="minorHAnsi"/>
          <w:b/>
          <w:sz w:val="16"/>
          <w:szCs w:val="16"/>
        </w:rPr>
        <w:t>Dovranno essere rispettate le condizioni di viaggio previste dalla normativa vigente e dalla già citata C.M. 291/92.</w:t>
      </w:r>
    </w:p>
    <w:sectPr w:rsidR="00F56CA7" w:rsidRPr="00FC17E7" w:rsidSect="00567116">
      <w:headerReference w:type="default" r:id="rId8"/>
      <w:footerReference w:type="default" r:id="rId9"/>
      <w:type w:val="continuous"/>
      <w:pgSz w:w="11906" w:h="16838"/>
      <w:pgMar w:top="546" w:right="1134" w:bottom="0" w:left="1134" w:header="13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275" w:rsidRDefault="005A3275" w:rsidP="00766A29">
      <w:pPr>
        <w:spacing w:after="0" w:line="240" w:lineRule="auto"/>
      </w:pPr>
      <w:r>
        <w:separator/>
      </w:r>
    </w:p>
  </w:endnote>
  <w:endnote w:type="continuationSeparator" w:id="0">
    <w:p w:rsidR="005A3275" w:rsidRDefault="005A3275" w:rsidP="0076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275" w:rsidRPr="00CC5C8D" w:rsidRDefault="005A3275" w:rsidP="003520E1">
    <w:pPr>
      <w:pStyle w:val="Pidipagina"/>
      <w:jc w:val="right"/>
    </w:pPr>
  </w:p>
  <w:p w:rsidR="005A3275" w:rsidRDefault="005A3275" w:rsidP="00044432">
    <w:pPr>
      <w:tabs>
        <w:tab w:val="center" w:pos="4820"/>
        <w:tab w:val="right" w:pos="9638"/>
      </w:tabs>
      <w:spacing w:after="0"/>
      <w:jc w:val="both"/>
      <w:rPr>
        <w:rFonts w:ascii="Arial" w:hAnsi="Arial" w:cs="Arial"/>
        <w:sz w:val="14"/>
        <w:szCs w:val="14"/>
        <w:lang w:val="fr-FR"/>
      </w:rPr>
    </w:pPr>
  </w:p>
  <w:p w:rsidR="005A3275" w:rsidRPr="00193E62" w:rsidRDefault="005A3275" w:rsidP="003520E1">
    <w:pPr>
      <w:tabs>
        <w:tab w:val="center" w:pos="4820"/>
        <w:tab w:val="right" w:pos="9638"/>
      </w:tabs>
      <w:spacing w:after="0"/>
      <w:jc w:val="both"/>
      <w:rPr>
        <w:rFonts w:ascii="Arial" w:hAnsi="Arial" w:cs="Arial"/>
        <w:sz w:val="16"/>
        <w:szCs w:val="16"/>
      </w:rPr>
    </w:pPr>
  </w:p>
  <w:p w:rsidR="005A3275" w:rsidRPr="00193E62" w:rsidRDefault="005A3275" w:rsidP="00766A2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275" w:rsidRDefault="005A3275" w:rsidP="00766A29">
      <w:pPr>
        <w:spacing w:after="0" w:line="240" w:lineRule="auto"/>
      </w:pPr>
      <w:r>
        <w:separator/>
      </w:r>
    </w:p>
  </w:footnote>
  <w:footnote w:type="continuationSeparator" w:id="0">
    <w:p w:rsidR="005A3275" w:rsidRDefault="005A3275" w:rsidP="0076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275" w:rsidRPr="007A3046" w:rsidRDefault="005A3275" w:rsidP="007A3046">
    <w:pPr>
      <w:pStyle w:val="Intestazione"/>
      <w:pBdr>
        <w:bottom w:val="single" w:sz="4" w:space="1" w:color="auto"/>
      </w:pBdr>
      <w:rPr>
        <w:rFonts w:ascii="Verdana" w:hAnsi="Verdana" w:cs="Arial"/>
        <w:sz w:val="20"/>
        <w:szCs w:val="20"/>
      </w:rPr>
    </w:pPr>
    <w:r>
      <w:rPr>
        <w:rFonts w:ascii="Verdana" w:hAnsi="Verdana" w:cs="Arial"/>
        <w:sz w:val="20"/>
        <w:szCs w:val="20"/>
      </w:rPr>
      <w:t xml:space="preserve">ALLEGATO </w:t>
    </w:r>
    <w:r w:rsidR="00EC34A1">
      <w:rPr>
        <w:rFonts w:ascii="Verdana" w:hAnsi="Verdana" w:cs="Arial"/>
        <w:sz w:val="20"/>
        <w:szCs w:val="20"/>
      </w:rPr>
      <w:t>6.1</w:t>
    </w:r>
    <w:r w:rsidRPr="007A3046">
      <w:rPr>
        <w:rFonts w:ascii="Verdana" w:hAnsi="Verdana" w:cs="Arial"/>
        <w:sz w:val="20"/>
        <w:szCs w:val="20"/>
      </w:rPr>
      <w:t>– OFFERTA ECONOMICA</w:t>
    </w:r>
    <w:r>
      <w:rPr>
        <w:rFonts w:ascii="Verdana" w:hAnsi="Verdana" w:cs="Arial"/>
        <w:sz w:val="20"/>
        <w:szCs w:val="20"/>
      </w:rPr>
      <w:t xml:space="preserve"> – LOTTO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3ECC33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B44FA"/>
    <w:multiLevelType w:val="hybridMultilevel"/>
    <w:tmpl w:val="C76C16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36873"/>
    <w:multiLevelType w:val="hybridMultilevel"/>
    <w:tmpl w:val="B86EF2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E318DB"/>
    <w:multiLevelType w:val="hybridMultilevel"/>
    <w:tmpl w:val="EA80B756"/>
    <w:lvl w:ilvl="0" w:tplc="CDFA6982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EA7560"/>
    <w:multiLevelType w:val="hybridMultilevel"/>
    <w:tmpl w:val="1E0621CC"/>
    <w:lvl w:ilvl="0" w:tplc="5D3E6BDC">
      <w:start w:val="20"/>
      <w:numFmt w:val="bullet"/>
      <w:lvlText w:val="•"/>
      <w:lvlJc w:val="left"/>
      <w:pPr>
        <w:ind w:left="36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27024100"/>
    <w:multiLevelType w:val="hybridMultilevel"/>
    <w:tmpl w:val="44A28BAA"/>
    <w:lvl w:ilvl="0" w:tplc="DCB6D36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DCB6D362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F4515D"/>
    <w:multiLevelType w:val="hybridMultilevel"/>
    <w:tmpl w:val="5D46C2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3E2933"/>
    <w:multiLevelType w:val="hybridMultilevel"/>
    <w:tmpl w:val="EA80B756"/>
    <w:lvl w:ilvl="0" w:tplc="CDFA6982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1C4212"/>
    <w:multiLevelType w:val="hybridMultilevel"/>
    <w:tmpl w:val="B72EFC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CFE"/>
    <w:rsid w:val="00044432"/>
    <w:rsid w:val="0005271D"/>
    <w:rsid w:val="00054470"/>
    <w:rsid w:val="00060B73"/>
    <w:rsid w:val="000623F3"/>
    <w:rsid w:val="00082E96"/>
    <w:rsid w:val="000B5119"/>
    <w:rsid w:val="000F6508"/>
    <w:rsid w:val="00104DB0"/>
    <w:rsid w:val="0013205A"/>
    <w:rsid w:val="001331FB"/>
    <w:rsid w:val="00141C1C"/>
    <w:rsid w:val="00142858"/>
    <w:rsid w:val="00145E7F"/>
    <w:rsid w:val="00151420"/>
    <w:rsid w:val="00151AFB"/>
    <w:rsid w:val="001572FE"/>
    <w:rsid w:val="00177F58"/>
    <w:rsid w:val="00193E62"/>
    <w:rsid w:val="001B7A5F"/>
    <w:rsid w:val="001B7CF7"/>
    <w:rsid w:val="001C3670"/>
    <w:rsid w:val="001E5090"/>
    <w:rsid w:val="00225444"/>
    <w:rsid w:val="00226675"/>
    <w:rsid w:val="00261CB9"/>
    <w:rsid w:val="00262364"/>
    <w:rsid w:val="0027672D"/>
    <w:rsid w:val="0029060A"/>
    <w:rsid w:val="002A4190"/>
    <w:rsid w:val="002B1DAB"/>
    <w:rsid w:val="002C1866"/>
    <w:rsid w:val="002E54D5"/>
    <w:rsid w:val="002F2855"/>
    <w:rsid w:val="002F5D5A"/>
    <w:rsid w:val="002F747A"/>
    <w:rsid w:val="00307FB8"/>
    <w:rsid w:val="00310578"/>
    <w:rsid w:val="003240FD"/>
    <w:rsid w:val="00330718"/>
    <w:rsid w:val="003352DC"/>
    <w:rsid w:val="003520E1"/>
    <w:rsid w:val="003541A2"/>
    <w:rsid w:val="003A5C6E"/>
    <w:rsid w:val="003B2426"/>
    <w:rsid w:val="003B57BB"/>
    <w:rsid w:val="003C0BF5"/>
    <w:rsid w:val="003C7802"/>
    <w:rsid w:val="003D45F8"/>
    <w:rsid w:val="003D6A66"/>
    <w:rsid w:val="003E6258"/>
    <w:rsid w:val="00404CEC"/>
    <w:rsid w:val="004510CE"/>
    <w:rsid w:val="00452E24"/>
    <w:rsid w:val="00455157"/>
    <w:rsid w:val="004569F0"/>
    <w:rsid w:val="0046264D"/>
    <w:rsid w:val="0049448F"/>
    <w:rsid w:val="00496CC6"/>
    <w:rsid w:val="004B42ED"/>
    <w:rsid w:val="004B5C30"/>
    <w:rsid w:val="004B5D47"/>
    <w:rsid w:val="004E0546"/>
    <w:rsid w:val="004E5C79"/>
    <w:rsid w:val="00507007"/>
    <w:rsid w:val="0050782C"/>
    <w:rsid w:val="00514A98"/>
    <w:rsid w:val="00531EF8"/>
    <w:rsid w:val="005440B1"/>
    <w:rsid w:val="005505F7"/>
    <w:rsid w:val="00563760"/>
    <w:rsid w:val="00567116"/>
    <w:rsid w:val="005721FA"/>
    <w:rsid w:val="005732AE"/>
    <w:rsid w:val="00575B77"/>
    <w:rsid w:val="005864EA"/>
    <w:rsid w:val="00591634"/>
    <w:rsid w:val="005A3275"/>
    <w:rsid w:val="005C1681"/>
    <w:rsid w:val="005C66A2"/>
    <w:rsid w:val="005E05D7"/>
    <w:rsid w:val="0061151A"/>
    <w:rsid w:val="006373BF"/>
    <w:rsid w:val="00652C53"/>
    <w:rsid w:val="006911AB"/>
    <w:rsid w:val="00693FB9"/>
    <w:rsid w:val="00695CFE"/>
    <w:rsid w:val="006A58E8"/>
    <w:rsid w:val="006F7757"/>
    <w:rsid w:val="00724ACE"/>
    <w:rsid w:val="00731228"/>
    <w:rsid w:val="0076199B"/>
    <w:rsid w:val="00764224"/>
    <w:rsid w:val="00766A29"/>
    <w:rsid w:val="00776161"/>
    <w:rsid w:val="00784BA0"/>
    <w:rsid w:val="007A3046"/>
    <w:rsid w:val="007B486C"/>
    <w:rsid w:val="007C6BD8"/>
    <w:rsid w:val="007E69C0"/>
    <w:rsid w:val="00811DF4"/>
    <w:rsid w:val="00826AAD"/>
    <w:rsid w:val="0083204F"/>
    <w:rsid w:val="00856C27"/>
    <w:rsid w:val="00865A8A"/>
    <w:rsid w:val="0087496E"/>
    <w:rsid w:val="008D3FCF"/>
    <w:rsid w:val="008E1069"/>
    <w:rsid w:val="008F2FD7"/>
    <w:rsid w:val="00904D4C"/>
    <w:rsid w:val="00911EA0"/>
    <w:rsid w:val="00914297"/>
    <w:rsid w:val="009257A5"/>
    <w:rsid w:val="009304B4"/>
    <w:rsid w:val="0094531B"/>
    <w:rsid w:val="00977972"/>
    <w:rsid w:val="00980DCB"/>
    <w:rsid w:val="00981F40"/>
    <w:rsid w:val="00986E87"/>
    <w:rsid w:val="00990229"/>
    <w:rsid w:val="009C4D27"/>
    <w:rsid w:val="009D2117"/>
    <w:rsid w:val="009E18E7"/>
    <w:rsid w:val="00A057D4"/>
    <w:rsid w:val="00A15277"/>
    <w:rsid w:val="00A3706E"/>
    <w:rsid w:val="00A417B4"/>
    <w:rsid w:val="00A71ED8"/>
    <w:rsid w:val="00A72491"/>
    <w:rsid w:val="00A95127"/>
    <w:rsid w:val="00AA460C"/>
    <w:rsid w:val="00AA6F43"/>
    <w:rsid w:val="00AB4C6D"/>
    <w:rsid w:val="00AC6A64"/>
    <w:rsid w:val="00AE40FA"/>
    <w:rsid w:val="00B07410"/>
    <w:rsid w:val="00B17856"/>
    <w:rsid w:val="00B21048"/>
    <w:rsid w:val="00BA3358"/>
    <w:rsid w:val="00BB5566"/>
    <w:rsid w:val="00BC10ED"/>
    <w:rsid w:val="00BE08E5"/>
    <w:rsid w:val="00C33AC4"/>
    <w:rsid w:val="00C361FF"/>
    <w:rsid w:val="00C5233C"/>
    <w:rsid w:val="00C572C1"/>
    <w:rsid w:val="00C651CF"/>
    <w:rsid w:val="00C70050"/>
    <w:rsid w:val="00C71C40"/>
    <w:rsid w:val="00C91E30"/>
    <w:rsid w:val="00CB71E6"/>
    <w:rsid w:val="00CC5C8D"/>
    <w:rsid w:val="00CC78BE"/>
    <w:rsid w:val="00CD6E3B"/>
    <w:rsid w:val="00CE2712"/>
    <w:rsid w:val="00CE7691"/>
    <w:rsid w:val="00D1480F"/>
    <w:rsid w:val="00D1627E"/>
    <w:rsid w:val="00D259AD"/>
    <w:rsid w:val="00D3123D"/>
    <w:rsid w:val="00D50AA3"/>
    <w:rsid w:val="00D6421E"/>
    <w:rsid w:val="00D67712"/>
    <w:rsid w:val="00D759EA"/>
    <w:rsid w:val="00DA3B73"/>
    <w:rsid w:val="00DB03AF"/>
    <w:rsid w:val="00DB4F1A"/>
    <w:rsid w:val="00DC0AAC"/>
    <w:rsid w:val="00DC3D04"/>
    <w:rsid w:val="00DD7546"/>
    <w:rsid w:val="00DE3AD7"/>
    <w:rsid w:val="00DF4A64"/>
    <w:rsid w:val="00DF62C0"/>
    <w:rsid w:val="00E36217"/>
    <w:rsid w:val="00E413FD"/>
    <w:rsid w:val="00E60F2F"/>
    <w:rsid w:val="00E931D9"/>
    <w:rsid w:val="00E97F06"/>
    <w:rsid w:val="00EA1B8A"/>
    <w:rsid w:val="00EC34A1"/>
    <w:rsid w:val="00F00BBF"/>
    <w:rsid w:val="00F2210C"/>
    <w:rsid w:val="00F31DD8"/>
    <w:rsid w:val="00F42A60"/>
    <w:rsid w:val="00F56CA7"/>
    <w:rsid w:val="00F7456B"/>
    <w:rsid w:val="00F958B1"/>
    <w:rsid w:val="00FC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26CB7BF7"/>
  <w15:docId w15:val="{678CCB26-EF18-478C-846A-71BCF669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E625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basedOn w:val="Normale"/>
    <w:rsid w:val="003E6258"/>
    <w:pPr>
      <w:spacing w:after="0" w:line="240" w:lineRule="auto"/>
    </w:pPr>
    <w:rPr>
      <w:rFonts w:eastAsia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258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A29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A29"/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766A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5277"/>
    <w:pPr>
      <w:ind w:left="720"/>
      <w:contextualSpacing/>
    </w:pPr>
  </w:style>
  <w:style w:type="table" w:styleId="Grigliatabella">
    <w:name w:val="Table Grid"/>
    <w:basedOn w:val="Tabellanormale"/>
    <w:uiPriority w:val="59"/>
    <w:rsid w:val="0013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205A"/>
    <w:pPr>
      <w:widowControl w:val="0"/>
      <w:kinsoku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205A"/>
    <w:rPr>
      <w:rFonts w:ascii="Times New Roman" w:eastAsiaTheme="minorEastAsia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3205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95CFE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95CFE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95CFE"/>
    <w:rPr>
      <w:vertAlign w:val="superscript"/>
    </w:rPr>
  </w:style>
  <w:style w:type="paragraph" w:styleId="Puntoelenco">
    <w:name w:val="List Bullet"/>
    <w:basedOn w:val="Normale"/>
    <w:uiPriority w:val="99"/>
    <w:unhideWhenUsed/>
    <w:rsid w:val="003352D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9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melo\AppData\Roaming\Microsoft\Templates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7E8A9-CD17-45A9-9560-975A4F8F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intestata.dotx</Template>
  <TotalTime>145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Carmelo</dc:creator>
  <cp:lastModifiedBy>Erminia Fusco</cp:lastModifiedBy>
  <cp:revision>29</cp:revision>
  <cp:lastPrinted>2019-03-07T09:22:00Z</cp:lastPrinted>
  <dcterms:created xsi:type="dcterms:W3CDTF">2018-02-01T14:05:00Z</dcterms:created>
  <dcterms:modified xsi:type="dcterms:W3CDTF">2023-02-16T07:56:00Z</dcterms:modified>
</cp:coreProperties>
</file>